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E5C0C">
        <w:rPr>
          <w:rFonts w:ascii="Corbel" w:hAnsi="Corbel"/>
          <w:b/>
          <w:smallCaps/>
          <w:sz w:val="24"/>
          <w:szCs w:val="24"/>
        </w:rPr>
        <w:t>20</w:t>
      </w:r>
      <w:r w:rsidR="002C4435">
        <w:rPr>
          <w:rFonts w:ascii="Corbel" w:hAnsi="Corbel"/>
          <w:b/>
          <w:smallCaps/>
          <w:sz w:val="24"/>
          <w:szCs w:val="24"/>
        </w:rPr>
        <w:t>22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0D3F6A">
        <w:rPr>
          <w:rFonts w:ascii="Corbel" w:hAnsi="Corbel"/>
          <w:b/>
          <w:smallCaps/>
          <w:sz w:val="24"/>
          <w:szCs w:val="24"/>
        </w:rPr>
        <w:t>4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0D3F6A">
        <w:rPr>
          <w:rFonts w:ascii="Corbel" w:hAnsi="Corbel"/>
          <w:sz w:val="20"/>
          <w:szCs w:val="20"/>
        </w:rPr>
        <w:t>2023</w:t>
      </w:r>
      <w:r w:rsidR="009E5C0C">
        <w:rPr>
          <w:rFonts w:ascii="Corbel" w:hAnsi="Corbel"/>
          <w:sz w:val="20"/>
          <w:szCs w:val="20"/>
        </w:rPr>
        <w:t>/202</w:t>
      </w:r>
      <w:r w:rsidR="000D3F6A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wykluczenia społecznego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97375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73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73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93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865E5">
              <w:rPr>
                <w:rFonts w:ascii="Corbel" w:hAnsi="Corbel"/>
                <w:b w:val="0"/>
                <w:sz w:val="24"/>
                <w:szCs w:val="24"/>
              </w:rPr>
              <w:t>, specjalność: Pedagogika Opiekuńczo-Wychowawcza</w:t>
            </w:r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17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F1B61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73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717237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17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97375B">
              <w:rPr>
                <w:rFonts w:ascii="Corbel" w:hAnsi="Corbel"/>
                <w:b w:val="0"/>
                <w:sz w:val="24"/>
                <w:szCs w:val="24"/>
              </w:rPr>
              <w:t>iestacj</w:t>
            </w:r>
            <w:r w:rsidR="00393F4B">
              <w:rPr>
                <w:rFonts w:ascii="Corbel" w:hAnsi="Corbel"/>
                <w:b w:val="0"/>
                <w:sz w:val="24"/>
                <w:szCs w:val="24"/>
              </w:rPr>
              <w:t>onarn</w:t>
            </w:r>
            <w:r w:rsidR="0097375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F1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3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17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F1B6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44E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F1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24D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43B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41BB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541BB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6193B" w:rsidRPr="00E6193B" w:rsidRDefault="00E6193B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54"/>
            </w:tblGrid>
            <w:tr w:rsidR="00E6193B" w:rsidRPr="00E6193B">
              <w:trPr>
                <w:trHeight w:val="90"/>
              </w:trPr>
              <w:tc>
                <w:tcPr>
                  <w:tcW w:w="0" w:type="auto"/>
                </w:tcPr>
                <w:p w:rsidR="00E6193B" w:rsidRPr="00E6193B" w:rsidRDefault="00E6193B" w:rsidP="00E6193B">
                  <w:pP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6193B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Podstawowa wiedza z zakresu pedagogiki i socjologii.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238"/>
                  </w:tblGrid>
                  <w:tr w:rsidR="00E6193B" w:rsidRPr="00E6193B">
                    <w:trPr>
                      <w:trHeight w:val="206"/>
                    </w:trPr>
                    <w:tc>
                      <w:tcPr>
                        <w:tcW w:w="0" w:type="auto"/>
                      </w:tcPr>
                      <w:p w:rsidR="00E6193B" w:rsidRPr="00E6193B" w:rsidRDefault="00E6193B" w:rsidP="00E6193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 Umiejętności w zakresie analizy, syntezy, wnioskowania, uogólniania na temat </w:t>
                        </w: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lastRenderedPageBreak/>
                          <w:t xml:space="preserve">różnorodnych problemów życia społecznego. </w:t>
                        </w:r>
                      </w:p>
                    </w:tc>
                  </w:tr>
                </w:tbl>
                <w:p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wymieni i z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interpret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uje 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zjawiska i procesy związane z wykluczeniem społecznym, wska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że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ich konsekwencje,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541B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przygot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prosty scenariusz przebiegu zjawisk związanych z marginalizacją społeczną wykorzyst</w:t>
            </w:r>
            <w:r w:rsid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ując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wiedzę teoretyczną do opisu i analizy wykluczenia społecznego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Fonts w:ascii="Corbel" w:hAnsi="Corbel"/>
                <w:b w:val="0"/>
                <w:bCs/>
                <w:sz w:val="24"/>
                <w:szCs w:val="24"/>
              </w:rPr>
              <w:t>opracuje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prac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ę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pisemn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 wystąpienia ustne uwzględniające tematykę profilaktyki wykluczenia społecznego.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6193B" w:rsidRPr="00FA2975" w:rsidRDefault="00E6193B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>
              <w:trPr>
                <w:trHeight w:val="205"/>
              </w:trPr>
              <w:tc>
                <w:tcPr>
                  <w:tcW w:w="0" w:type="auto"/>
                </w:tcPr>
                <w:p w:rsidR="00E6193B" w:rsidRPr="00FA2975" w:rsidRDefault="00FD59E0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Scharakteryzuje wpływ wykluczenia społecznego na rozwój człowieka w aspekcie biologicznym, psychologicznym i społecznym.</w:t>
                  </w:r>
                </w:p>
              </w:tc>
            </w:tr>
          </w:tbl>
          <w:p w:rsidR="0085747A" w:rsidRPr="00FA2975" w:rsidRDefault="0085747A" w:rsidP="00E6193B">
            <w:pPr>
              <w:pStyle w:val="Akapitzlist"/>
              <w:spacing w:before="60"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6193B" w:rsidRPr="00FA2975" w:rsidRDefault="00E6193B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>
              <w:trPr>
                <w:trHeight w:val="206"/>
              </w:trPr>
              <w:tc>
                <w:tcPr>
                  <w:tcW w:w="0" w:type="auto"/>
                </w:tcPr>
                <w:p w:rsidR="00E6193B" w:rsidRPr="00FA2975" w:rsidRDefault="00885536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Zinterpretuje wykluczenie społeczne jako przejaw braku więzi społecznych</w:t>
                  </w:r>
                </w:p>
              </w:tc>
            </w:tr>
          </w:tbl>
          <w:p w:rsidR="0085747A" w:rsidRPr="00FA29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41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E6193B" w:rsidRPr="00FA2975" w:rsidRDefault="00E6193B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>
              <w:trPr>
                <w:trHeight w:val="204"/>
              </w:trPr>
              <w:tc>
                <w:tcPr>
                  <w:tcW w:w="0" w:type="auto"/>
                </w:tcPr>
                <w:p w:rsidR="00E6193B" w:rsidRPr="00FA2975" w:rsidRDefault="00885536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interpretuje </w:t>
                  </w: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role wybranych struktur społecznych i instytucji życia społecznego w przeciwdziałaniu problemowi wykluczenia społecznego</w:t>
                  </w:r>
                </w:p>
              </w:tc>
            </w:tr>
          </w:tbl>
          <w:p w:rsidR="0085747A" w:rsidRPr="00FA29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41BBB" w:rsidRPr="009C54AE" w:rsidTr="005E6E85">
        <w:tc>
          <w:tcPr>
            <w:tcW w:w="1701" w:type="dxa"/>
          </w:tcPr>
          <w:p w:rsidR="00541BBB" w:rsidRPr="009C54AE" w:rsidRDefault="00541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41BBB" w:rsidRPr="00FA2975" w:rsidRDefault="007D6D0E" w:rsidP="00E6193B">
            <w:pPr>
              <w:pStyle w:val="Akapitzlist"/>
              <w:spacing w:before="60"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>Opracuje scen</w:t>
            </w:r>
            <w:r w:rsidR="00E6193B" w:rsidRPr="00FA2975">
              <w:rPr>
                <w:rStyle w:val="wrtext"/>
                <w:rFonts w:ascii="Corbel" w:hAnsi="Corbel"/>
                <w:sz w:val="24"/>
                <w:szCs w:val="24"/>
              </w:rPr>
              <w:t xml:space="preserve">ariusz </w:t>
            </w: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 xml:space="preserve">działań profilaktycznych  w oparciu o współpracę ze specjalistami w zespołach interdyscyplinarnych </w:t>
            </w:r>
          </w:p>
        </w:tc>
        <w:tc>
          <w:tcPr>
            <w:tcW w:w="1873" w:type="dxa"/>
          </w:tcPr>
          <w:p w:rsidR="00541BBB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014E1" w:rsidRPr="009C54AE" w:rsidTr="005E6E85">
        <w:tc>
          <w:tcPr>
            <w:tcW w:w="1701" w:type="dxa"/>
          </w:tcPr>
          <w:p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014E1" w:rsidRPr="00FA2975" w:rsidRDefault="007D6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 xml:space="preserve">Skonstruuje program oddziaływań pedagogicznych w odniesieniu do osób wykluczonych społecznie </w:t>
            </w:r>
            <w:r w:rsidR="00FA2975" w:rsidRPr="00FA2975">
              <w:rPr>
                <w:rFonts w:ascii="Corbel" w:hAnsi="Corbel"/>
                <w:b w:val="0"/>
                <w:smallCaps w:val="0"/>
                <w:szCs w:val="24"/>
              </w:rPr>
              <w:t>w oparciu o wiedzę z zakresu nauk pedagogicznych</w:t>
            </w:r>
          </w:p>
        </w:tc>
        <w:tc>
          <w:tcPr>
            <w:tcW w:w="1873" w:type="dxa"/>
          </w:tcPr>
          <w:p w:rsidR="006014E1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014E1" w:rsidRPr="009C54AE" w:rsidTr="005E6E85">
        <w:tc>
          <w:tcPr>
            <w:tcW w:w="1701" w:type="dxa"/>
          </w:tcPr>
          <w:p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014E1" w:rsidRPr="00FA2975" w:rsidRDefault="00FA29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CC0120" w:rsidRPr="00FA2975">
              <w:rPr>
                <w:rFonts w:ascii="Corbel" w:hAnsi="Corbel"/>
                <w:b w:val="0"/>
                <w:smallCaps w:val="0"/>
                <w:szCs w:val="24"/>
              </w:rPr>
              <w:t xml:space="preserve"> formy działań społecznych mających na celu zapobieganie wykluczeniu społecznemu</w:t>
            </w:r>
          </w:p>
        </w:tc>
        <w:tc>
          <w:tcPr>
            <w:tcW w:w="1873" w:type="dxa"/>
          </w:tcPr>
          <w:p w:rsidR="006014E1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D0652" w:rsidRDefault="003D065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BF61DD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F61DD" w:rsidRPr="009C54AE" w:rsidRDefault="00BF61DD" w:rsidP="00BF61D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BF61DD" w:rsidRPr="009C54AE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F61D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60607" w:rsidTr="00BF61DD">
        <w:tc>
          <w:tcPr>
            <w:tcW w:w="9520" w:type="dxa"/>
          </w:tcPr>
          <w:p w:rsidR="0085747A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Poj</w:t>
            </w:r>
            <w:r w:rsidRPr="00960607">
              <w:rPr>
                <w:rFonts w:ascii="Corbel" w:hAnsi="Corbel" w:cs="Arial"/>
              </w:rPr>
              <w:t>ę</w:t>
            </w:r>
            <w:r w:rsidRPr="00960607">
              <w:rPr>
                <w:rFonts w:ascii="Corbel" w:hAnsi="Corbel" w:cs="Arial"/>
                <w:sz w:val="23"/>
                <w:szCs w:val="23"/>
              </w:rPr>
              <w:t>cie marginalizacji i wykluczenia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ecznego</w:t>
            </w:r>
          </w:p>
        </w:tc>
      </w:tr>
      <w:tr w:rsidR="0085747A" w:rsidRPr="00960607" w:rsidTr="00BF61DD">
        <w:tc>
          <w:tcPr>
            <w:tcW w:w="9520" w:type="dxa"/>
          </w:tcPr>
          <w:p w:rsidR="0085747A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Diagnozowanie wykluczenia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ecznego, operacjonalizacja i pomiar (wska</w:t>
            </w:r>
            <w:r w:rsidRPr="00960607">
              <w:rPr>
                <w:rFonts w:ascii="Corbel" w:hAnsi="Corbel" w:cs="Arial"/>
              </w:rPr>
              <w:t>ź</w:t>
            </w:r>
            <w:r w:rsidRPr="00960607">
              <w:rPr>
                <w:rFonts w:ascii="Corbel" w:hAnsi="Corbel" w:cs="Arial"/>
                <w:sz w:val="23"/>
                <w:szCs w:val="23"/>
              </w:rPr>
              <w:t>niki i miary</w:t>
            </w:r>
          </w:p>
        </w:tc>
      </w:tr>
      <w:tr w:rsidR="0085747A" w:rsidRPr="00960607" w:rsidTr="00BF61DD">
        <w:tc>
          <w:tcPr>
            <w:tcW w:w="9520" w:type="dxa"/>
          </w:tcPr>
          <w:p w:rsidR="0085747A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Procesy marginalizacji w warunkach transformacji ustrojowej w Polsce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Marginalizacja osób bezrobotnych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Marginalizacja osób niepe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nosprawnych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Marginalizacja klientów instytucji pomocy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ecznej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Problematyka wykluczenia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ecznego w polityce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ecznej pa</w:t>
            </w:r>
            <w:r w:rsidRPr="00960607">
              <w:rPr>
                <w:rFonts w:ascii="Corbel" w:hAnsi="Corbel" w:cs="Arial"/>
              </w:rPr>
              <w:t>ń</w:t>
            </w:r>
            <w:r w:rsidRPr="00960607">
              <w:rPr>
                <w:rFonts w:ascii="Corbel" w:hAnsi="Corbel" w:cs="Arial"/>
                <w:sz w:val="23"/>
                <w:szCs w:val="23"/>
              </w:rPr>
              <w:t>stwa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Reintegracja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eczna osób dotkni</w:t>
            </w:r>
            <w:r w:rsidRPr="00960607">
              <w:rPr>
                <w:rFonts w:ascii="Corbel" w:hAnsi="Corbel" w:cs="Arial"/>
              </w:rPr>
              <w:t>ę</w:t>
            </w:r>
            <w:r w:rsidRPr="00960607">
              <w:rPr>
                <w:rFonts w:ascii="Corbel" w:hAnsi="Corbel" w:cs="Arial"/>
                <w:sz w:val="23"/>
                <w:szCs w:val="23"/>
              </w:rPr>
              <w:t>tych marginalizacj</w:t>
            </w:r>
            <w:r w:rsidRPr="00960607">
              <w:rPr>
                <w:rFonts w:ascii="Corbel" w:hAnsi="Corbel" w:cs="Arial"/>
              </w:rPr>
              <w:t>ą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Podstawy prawne walki z procesem marginalizacji i wykluczenia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ecznego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Prawa obywatelskie a wykluczenie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Instytucjonalne formy reintegracji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ecznej: program zatrudnienia socjalnego, us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ugi socjalne, programy wyrównuj</w:t>
            </w:r>
            <w:r w:rsidRPr="00960607">
              <w:rPr>
                <w:rFonts w:ascii="Corbel" w:hAnsi="Corbel" w:cs="Arial"/>
              </w:rPr>
              <w:t>ą</w:t>
            </w:r>
            <w:r w:rsidRPr="00960607">
              <w:rPr>
                <w:rFonts w:ascii="Corbel" w:hAnsi="Corbel" w:cs="Arial"/>
                <w:sz w:val="23"/>
                <w:szCs w:val="23"/>
              </w:rPr>
              <w:t>ce szanse edukacyjne, us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ugi profilaktyki zdrowotne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Strategia walki z marginalizacj</w:t>
            </w:r>
            <w:r w:rsidRPr="00960607">
              <w:rPr>
                <w:rFonts w:ascii="Corbel" w:hAnsi="Corbel" w:cs="Arial"/>
              </w:rPr>
              <w:t>ą</w:t>
            </w:r>
            <w:r w:rsidRPr="00960607">
              <w:rPr>
                <w:rFonts w:ascii="Corbel" w:hAnsi="Corbel" w:cs="Arial"/>
                <w:sz w:val="23"/>
                <w:szCs w:val="23"/>
              </w:rPr>
              <w:t xml:space="preserve"> i wykluczeniem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ecznym w Polsce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Badania empiryczne nad marginalizacj</w:t>
            </w:r>
            <w:r w:rsidRPr="00960607">
              <w:rPr>
                <w:rFonts w:ascii="Corbel" w:hAnsi="Corbel" w:cs="Arial"/>
              </w:rPr>
              <w:t>ą</w:t>
            </w:r>
            <w:r w:rsidRPr="00960607">
              <w:rPr>
                <w:rFonts w:ascii="Corbel" w:hAnsi="Corbel" w:cs="Arial"/>
                <w:sz w:val="23"/>
                <w:szCs w:val="23"/>
              </w:rPr>
              <w:t xml:space="preserve"> i wykluczeniem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>ecznym</w:t>
            </w:r>
          </w:p>
        </w:tc>
      </w:tr>
      <w:tr w:rsidR="00AD7DE6" w:rsidRPr="00960607" w:rsidTr="00BF61DD">
        <w:tc>
          <w:tcPr>
            <w:tcW w:w="9520" w:type="dxa"/>
          </w:tcPr>
          <w:p w:rsidR="00AD7DE6" w:rsidRPr="00960607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960607">
              <w:rPr>
                <w:rFonts w:ascii="Corbel" w:hAnsi="Corbel" w:cs="Arial"/>
                <w:sz w:val="23"/>
                <w:szCs w:val="23"/>
              </w:rPr>
              <w:t>Marginalizacja spo</w:t>
            </w:r>
            <w:r w:rsidRPr="00960607">
              <w:rPr>
                <w:rFonts w:ascii="Corbel" w:hAnsi="Corbel" w:cs="Arial"/>
              </w:rPr>
              <w:t>ł</w:t>
            </w:r>
            <w:r w:rsidRPr="00960607">
              <w:rPr>
                <w:rFonts w:ascii="Corbel" w:hAnsi="Corbel" w:cs="Arial"/>
                <w:sz w:val="23"/>
                <w:szCs w:val="23"/>
              </w:rPr>
              <w:t xml:space="preserve">eczna i programy reintegracji w dokumentach Unii Europejskiej i Rady </w:t>
            </w:r>
            <w:proofErr w:type="spellStart"/>
            <w:r w:rsidRPr="00960607">
              <w:rPr>
                <w:rFonts w:ascii="Corbel" w:hAnsi="Corbel" w:cs="Arial"/>
                <w:sz w:val="23"/>
                <w:szCs w:val="23"/>
              </w:rPr>
              <w:t>EEuropy</w:t>
            </w:r>
            <w:proofErr w:type="spellEnd"/>
            <w:r w:rsidRPr="00960607">
              <w:rPr>
                <w:rFonts w:ascii="Corbel" w:hAnsi="Corbel" w:cs="Arial"/>
                <w:sz w:val="23"/>
                <w:szCs w:val="23"/>
              </w:rPr>
              <w:t>.</w:t>
            </w:r>
          </w:p>
        </w:tc>
      </w:tr>
    </w:tbl>
    <w:p w:rsidR="0085747A" w:rsidRPr="009606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F61DD" w:rsidRDefault="00153C41" w:rsidP="00BF61DD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 w:rsidRPr="00BF61DD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61DD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61DD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61DD" w:rsidRPr="00BF61DD">
        <w:rPr>
          <w:rFonts w:ascii="Corbel" w:hAnsi="Corbel"/>
          <w:b w:val="0"/>
          <w:iCs/>
          <w:smallCaps w:val="0"/>
          <w:szCs w:val="24"/>
        </w:rPr>
        <w:t>,</w:t>
      </w:r>
      <w:r w:rsidR="001718A7" w:rsidRPr="00BF61DD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>grupach</w:t>
      </w:r>
    </w:p>
    <w:p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F61DD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F61DD" w:rsidTr="00BF61DD">
        <w:tc>
          <w:tcPr>
            <w:tcW w:w="1962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BF61DD" w:rsidTr="00BF61DD">
        <w:tc>
          <w:tcPr>
            <w:tcW w:w="1962" w:type="dxa"/>
          </w:tcPr>
          <w:p w:rsidR="0085747A" w:rsidRPr="00BF61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BF61D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0A33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prac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projektow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koniec, obecność i aktywność na zajęciach .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9846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9846AD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A24D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60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B049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049BB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B049BB" w:rsidRDefault="00C61DC5" w:rsidP="00B049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97375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9C54AE" w:rsidRDefault="0097375B" w:rsidP="00B049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B049B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C61DC5" w:rsidRDefault="00B049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:rsidR="00B049BB" w:rsidRDefault="00B049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049BB" w:rsidRDefault="00B049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B049BB" w:rsidRPr="009C54AE" w:rsidRDefault="00B049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172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172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654F9" w:rsidRDefault="00F654F9" w:rsidP="00F654F9">
            <w:pPr>
              <w:rPr>
                <w:rFonts w:ascii="Corbel" w:hAnsi="Corbel" w:cstheme="minorHAnsi"/>
              </w:rPr>
            </w:pPr>
            <w:r w:rsidRPr="00F654F9">
              <w:rPr>
                <w:rFonts w:ascii="Corbel" w:hAnsi="Corbel" w:cstheme="minorHAnsi"/>
              </w:rPr>
              <w:t xml:space="preserve"> Becker-Pestka</w:t>
            </w:r>
            <w:r>
              <w:rPr>
                <w:rFonts w:ascii="Corbel" w:hAnsi="Corbel" w:cstheme="minorHAnsi"/>
              </w:rPr>
              <w:t xml:space="preserve"> D., </w:t>
            </w:r>
            <w:r w:rsidRPr="00F654F9">
              <w:rPr>
                <w:rFonts w:ascii="Corbel" w:hAnsi="Corbel" w:cstheme="minorHAnsi"/>
              </w:rPr>
              <w:t>Kubiński</w:t>
            </w:r>
            <w:r>
              <w:rPr>
                <w:rFonts w:ascii="Corbel" w:hAnsi="Corbel" w:cstheme="minorHAnsi"/>
              </w:rPr>
              <w:t xml:space="preserve"> G. ,</w:t>
            </w:r>
            <w:proofErr w:type="spellStart"/>
            <w:r w:rsidRPr="00F654F9">
              <w:rPr>
                <w:rFonts w:ascii="Corbel" w:hAnsi="Corbel" w:cstheme="minorHAnsi"/>
              </w:rPr>
              <w:t>Łojko</w:t>
            </w:r>
            <w:proofErr w:type="spellEnd"/>
            <w:r>
              <w:rPr>
                <w:rFonts w:ascii="Corbel" w:hAnsi="Corbel" w:cstheme="minorHAnsi"/>
              </w:rPr>
              <w:t xml:space="preserve"> M</w:t>
            </w:r>
            <w:r w:rsidRPr="00F654F9">
              <w:rPr>
                <w:rFonts w:ascii="Corbel" w:hAnsi="Corbel" w:cstheme="minorHAnsi"/>
                <w:i/>
              </w:rPr>
              <w:t>.,  Różne obszary wykluczenia społecznego w Polsce, wybrane zagadnienia</w:t>
            </w:r>
            <w:r w:rsidRPr="00F654F9">
              <w:rPr>
                <w:rFonts w:ascii="Corbel" w:hAnsi="Corbel" w:cstheme="minorHAnsi"/>
              </w:rPr>
              <w:t>, Wrocław 2017</w:t>
            </w:r>
          </w:p>
          <w:p w:rsidR="00F654F9" w:rsidRDefault="00F654F9" w:rsidP="00F654F9">
            <w:pPr>
              <w:rPr>
                <w:rFonts w:ascii="Corbel" w:hAnsi="Corbel" w:cstheme="minorHAnsi"/>
              </w:rPr>
            </w:pPr>
            <w:r w:rsidRPr="00F654F9">
              <w:rPr>
                <w:rFonts w:ascii="Corbel" w:hAnsi="Corbel" w:cstheme="minorHAnsi"/>
              </w:rPr>
              <w:t xml:space="preserve"> Klimczak</w:t>
            </w:r>
            <w:r>
              <w:rPr>
                <w:rFonts w:ascii="Corbel" w:hAnsi="Corbel" w:cstheme="minorHAnsi"/>
              </w:rPr>
              <w:t xml:space="preserve"> W.</w:t>
            </w:r>
            <w:r w:rsidRPr="00F654F9">
              <w:rPr>
                <w:rFonts w:ascii="Corbel" w:hAnsi="Corbel" w:cstheme="minorHAnsi"/>
              </w:rPr>
              <w:t xml:space="preserve">  </w:t>
            </w:r>
            <w:proofErr w:type="spellStart"/>
            <w:r w:rsidRPr="00F654F9">
              <w:rPr>
                <w:rFonts w:ascii="Corbel" w:hAnsi="Corbel" w:cstheme="minorHAnsi"/>
              </w:rPr>
              <w:t>Kubiński</w:t>
            </w:r>
            <w:r>
              <w:rPr>
                <w:rFonts w:ascii="Corbel" w:hAnsi="Corbel" w:cstheme="minorHAnsi"/>
              </w:rPr>
              <w:t>G</w:t>
            </w:r>
            <w:proofErr w:type="spellEnd"/>
            <w:r>
              <w:rPr>
                <w:rFonts w:ascii="Corbel" w:hAnsi="Corbel" w:cstheme="minorHAnsi"/>
              </w:rPr>
              <w:t>.</w:t>
            </w:r>
            <w:r w:rsidRPr="00F654F9">
              <w:rPr>
                <w:rFonts w:ascii="Corbel" w:hAnsi="Corbel" w:cstheme="minorHAnsi"/>
              </w:rPr>
              <w:t xml:space="preserve"> Sikora-Wiśniewska</w:t>
            </w:r>
            <w:r>
              <w:rPr>
                <w:rFonts w:ascii="Corbel" w:hAnsi="Corbel" w:cstheme="minorHAnsi"/>
              </w:rPr>
              <w:t xml:space="preserve"> E</w:t>
            </w:r>
            <w:r w:rsidRPr="00383B8E">
              <w:rPr>
                <w:rFonts w:ascii="Corbel" w:hAnsi="Corbel" w:cstheme="minorHAnsi"/>
                <w:i/>
              </w:rPr>
              <w:t>., Wykluczenie społeczne w Polsce, wybrane zagadnienia,</w:t>
            </w:r>
            <w:r w:rsidRPr="00F654F9">
              <w:rPr>
                <w:rFonts w:ascii="Corbel" w:hAnsi="Corbel" w:cstheme="minorHAnsi"/>
              </w:rPr>
              <w:t xml:space="preserve"> Wrocław 2017</w:t>
            </w:r>
          </w:p>
          <w:p w:rsidR="00383B8E" w:rsidRPr="00383B8E" w:rsidRDefault="00383B8E" w:rsidP="00F654F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>Nowak</w:t>
            </w:r>
            <w:r>
              <w:rPr>
                <w:rFonts w:ascii="Corbel" w:hAnsi="Corbel"/>
              </w:rPr>
              <w:t xml:space="preserve"> A. (red), </w:t>
            </w:r>
            <w:r w:rsidRPr="00383B8E">
              <w:rPr>
                <w:rFonts w:ascii="Corbel" w:hAnsi="Corbel"/>
                <w:i/>
              </w:rPr>
              <w:t>Edukacja a marginalizacja i wykluczenie społeczne</w:t>
            </w:r>
            <w:r w:rsidRPr="00F654F9">
              <w:rPr>
                <w:rFonts w:ascii="Corbel" w:hAnsi="Corbel"/>
              </w:rPr>
              <w:t xml:space="preserve">, wyd. </w:t>
            </w:r>
            <w:proofErr w:type="spellStart"/>
            <w:r w:rsidRPr="00F654F9">
              <w:rPr>
                <w:rFonts w:ascii="Corbel" w:hAnsi="Corbel"/>
              </w:rPr>
              <w:t>Uś</w:t>
            </w:r>
            <w:proofErr w:type="spellEnd"/>
            <w:r w:rsidRPr="00F654F9">
              <w:rPr>
                <w:rFonts w:ascii="Corbel" w:hAnsi="Corbel"/>
              </w:rPr>
              <w:t>, Katowice 2012</w:t>
            </w:r>
          </w:p>
          <w:p w:rsidR="00F654F9" w:rsidRDefault="00F654F9" w:rsidP="00F654F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>Pokrzywa</w:t>
            </w:r>
            <w:r w:rsidR="00383B8E">
              <w:rPr>
                <w:rFonts w:ascii="Corbel" w:hAnsi="Corbel"/>
              </w:rPr>
              <w:t xml:space="preserve"> M., </w:t>
            </w:r>
            <w:r w:rsidRPr="00F654F9">
              <w:rPr>
                <w:rFonts w:ascii="Corbel" w:hAnsi="Corbel"/>
              </w:rPr>
              <w:t>Wilk</w:t>
            </w:r>
            <w:r w:rsidR="00383B8E">
              <w:rPr>
                <w:rFonts w:ascii="Corbel" w:hAnsi="Corbel"/>
              </w:rPr>
              <w:t xml:space="preserve"> S., </w:t>
            </w:r>
            <w:r w:rsidRPr="00F654F9">
              <w:rPr>
                <w:rFonts w:ascii="Corbel" w:hAnsi="Corbel"/>
              </w:rPr>
              <w:t xml:space="preserve"> </w:t>
            </w:r>
            <w:r w:rsidRPr="00383B8E">
              <w:rPr>
                <w:rFonts w:ascii="Corbel" w:hAnsi="Corbel"/>
                <w:i/>
              </w:rPr>
              <w:t>Wykluczenie społeczne, diagnoza, wymiary i kierunki działań,</w:t>
            </w:r>
            <w:r w:rsidRPr="00F654F9">
              <w:rPr>
                <w:rFonts w:ascii="Corbel" w:hAnsi="Corbel"/>
              </w:rPr>
              <w:t xml:space="preserve"> Rzeszów 2013</w:t>
            </w:r>
          </w:p>
          <w:p w:rsidR="00383B8E" w:rsidRPr="00F654F9" w:rsidRDefault="00383B8E" w:rsidP="00F654F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 xml:space="preserve">Rajewska de </w:t>
            </w:r>
            <w:proofErr w:type="spellStart"/>
            <w:r w:rsidRPr="00F654F9">
              <w:rPr>
                <w:rFonts w:ascii="Corbel" w:hAnsi="Corbel"/>
              </w:rPr>
              <w:t>Mezer</w:t>
            </w:r>
            <w:proofErr w:type="spellEnd"/>
            <w:r>
              <w:rPr>
                <w:rFonts w:ascii="Corbel" w:hAnsi="Corbel"/>
              </w:rPr>
              <w:t xml:space="preserve"> J., </w:t>
            </w:r>
            <w:r w:rsidRPr="00383B8E">
              <w:rPr>
                <w:rFonts w:ascii="Corbel" w:hAnsi="Corbel"/>
                <w:i/>
              </w:rPr>
              <w:t>Wykluczenie- wymiar jednostkowy i społeczny. Profilaktyka i wsparcie,</w:t>
            </w:r>
            <w:r w:rsidRPr="00F654F9">
              <w:rPr>
                <w:rFonts w:ascii="Corbel" w:hAnsi="Corbel"/>
              </w:rPr>
              <w:t xml:space="preserve"> Poznań 2018</w:t>
            </w:r>
          </w:p>
          <w:p w:rsidR="00271AF2" w:rsidRPr="00383B8E" w:rsidRDefault="00F654F9" w:rsidP="00383B8E">
            <w:pPr>
              <w:rPr>
                <w:rFonts w:ascii="Corbel" w:hAnsi="Corbel"/>
              </w:rPr>
            </w:pPr>
            <w:proofErr w:type="spellStart"/>
            <w:r w:rsidRPr="00F654F9">
              <w:rPr>
                <w:rFonts w:ascii="Corbel" w:hAnsi="Corbel"/>
              </w:rPr>
              <w:t>Szluz</w:t>
            </w:r>
            <w:proofErr w:type="spellEnd"/>
            <w:r w:rsidR="00383B8E">
              <w:rPr>
                <w:rFonts w:ascii="Corbel" w:hAnsi="Corbel"/>
              </w:rPr>
              <w:t xml:space="preserve"> B</w:t>
            </w:r>
            <w:r w:rsidR="00383B8E">
              <w:rPr>
                <w:rFonts w:ascii="Corbel" w:hAnsi="Corbel"/>
                <w:i/>
              </w:rPr>
              <w:t>.</w:t>
            </w:r>
            <w:r w:rsidR="00383B8E">
              <w:rPr>
                <w:rFonts w:ascii="Corbel" w:hAnsi="Corbel"/>
              </w:rPr>
              <w:t>(red.),</w:t>
            </w:r>
            <w:r w:rsidR="00383B8E" w:rsidRPr="00383B8E">
              <w:rPr>
                <w:rFonts w:ascii="Corbel" w:hAnsi="Corbel"/>
                <w:i/>
              </w:rPr>
              <w:t xml:space="preserve"> </w:t>
            </w:r>
            <w:r w:rsidRPr="00383B8E">
              <w:rPr>
                <w:rFonts w:ascii="Corbel" w:hAnsi="Corbel"/>
                <w:i/>
              </w:rPr>
              <w:t>Wielowymiarowość wykluczenia społecznego, diagnoza i profilaktyka</w:t>
            </w:r>
            <w:r w:rsidRPr="00F654F9">
              <w:rPr>
                <w:rFonts w:ascii="Corbel" w:hAnsi="Corbel"/>
              </w:rPr>
              <w:t xml:space="preserve">, </w:t>
            </w:r>
            <w:proofErr w:type="spellStart"/>
            <w:r w:rsidR="00383B8E">
              <w:rPr>
                <w:rFonts w:ascii="Corbel" w:hAnsi="Corbel"/>
              </w:rPr>
              <w:t>Spissa</w:t>
            </w:r>
            <w:proofErr w:type="spellEnd"/>
            <w:r w:rsidR="00383B8E">
              <w:rPr>
                <w:rFonts w:ascii="Corbel" w:hAnsi="Corbel"/>
              </w:rPr>
              <w:t xml:space="preserve"> Nova, </w:t>
            </w:r>
            <w:r w:rsidRPr="00F654F9">
              <w:rPr>
                <w:rFonts w:ascii="Corbel" w:hAnsi="Corbel"/>
              </w:rPr>
              <w:t>2015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F654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54F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71AF2" w:rsidRPr="00F654F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</w:pP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Golinowska S</w:t>
            </w:r>
            <w:r w:rsidR="00383B8E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. 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(red): 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Ubóstwo i wykluczenie spo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="00383B8E"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eczne, badania, metody, wyniki</w:t>
            </w:r>
            <w:r w:rsidR="00383B8E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 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Warszawa: </w:t>
            </w:r>
            <w:proofErr w:type="spellStart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IPiSS</w:t>
            </w:r>
            <w:proofErr w:type="spellEnd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 2005.</w:t>
            </w:r>
          </w:p>
          <w:p w:rsidR="00271AF2" w:rsidRPr="00F654F9" w:rsidRDefault="00271AF2" w:rsidP="00271AF2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</w:pPr>
            <w:proofErr w:type="spellStart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Szarfenberg</w:t>
            </w:r>
            <w:proofErr w:type="spellEnd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 R</w:t>
            </w:r>
            <w:r w:rsidR="00383B8E"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 xml:space="preserve">., 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 xml:space="preserve"> Marginalizacja i wykluczenie spo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eczne. Wyk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ady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. Warszawa: IPS UW 2006.</w:t>
            </w:r>
          </w:p>
          <w:p w:rsidR="00271AF2" w:rsidRPr="00271AF2" w:rsidRDefault="00271AF2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04D" w:rsidRDefault="0027704D" w:rsidP="00C16ABF">
      <w:pPr>
        <w:spacing w:after="0" w:line="240" w:lineRule="auto"/>
      </w:pPr>
      <w:r>
        <w:separator/>
      </w:r>
    </w:p>
  </w:endnote>
  <w:endnote w:type="continuationSeparator" w:id="0">
    <w:p w:rsidR="0027704D" w:rsidRDefault="002770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04D" w:rsidRDefault="0027704D" w:rsidP="00C16ABF">
      <w:pPr>
        <w:spacing w:after="0" w:line="240" w:lineRule="auto"/>
      </w:pPr>
      <w:r>
        <w:separator/>
      </w:r>
    </w:p>
  </w:footnote>
  <w:footnote w:type="continuationSeparator" w:id="0">
    <w:p w:rsidR="0027704D" w:rsidRDefault="0027704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256E78"/>
    <w:multiLevelType w:val="hybridMultilevel"/>
    <w:tmpl w:val="8B4A15CE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0FDC"/>
    <w:multiLevelType w:val="hybridMultilevel"/>
    <w:tmpl w:val="2BD88BC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1103"/>
    <w:rsid w:val="000136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324"/>
    <w:rsid w:val="000B192D"/>
    <w:rsid w:val="000B28EE"/>
    <w:rsid w:val="000B3E37"/>
    <w:rsid w:val="000D04B0"/>
    <w:rsid w:val="000D3F6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FAD"/>
    <w:rsid w:val="001D657B"/>
    <w:rsid w:val="001D7B54"/>
    <w:rsid w:val="001E0209"/>
    <w:rsid w:val="001E632B"/>
    <w:rsid w:val="001F2CA2"/>
    <w:rsid w:val="002144C0"/>
    <w:rsid w:val="0022477D"/>
    <w:rsid w:val="002278A9"/>
    <w:rsid w:val="002336F9"/>
    <w:rsid w:val="00233D83"/>
    <w:rsid w:val="0024028F"/>
    <w:rsid w:val="00243B05"/>
    <w:rsid w:val="00244ABC"/>
    <w:rsid w:val="00271AF2"/>
    <w:rsid w:val="0027704D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C4435"/>
    <w:rsid w:val="002D093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B8E"/>
    <w:rsid w:val="00386379"/>
    <w:rsid w:val="00393F4B"/>
    <w:rsid w:val="003A0A5B"/>
    <w:rsid w:val="003A1176"/>
    <w:rsid w:val="003C0BAE"/>
    <w:rsid w:val="003C7CE3"/>
    <w:rsid w:val="003D065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A03"/>
    <w:rsid w:val="0050496F"/>
    <w:rsid w:val="00513B6F"/>
    <w:rsid w:val="00515AD8"/>
    <w:rsid w:val="00517C63"/>
    <w:rsid w:val="00526C94"/>
    <w:rsid w:val="005363C4"/>
    <w:rsid w:val="00536BDE"/>
    <w:rsid w:val="00541BBB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14E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377"/>
    <w:rsid w:val="006D050F"/>
    <w:rsid w:val="006D6139"/>
    <w:rsid w:val="006D72CE"/>
    <w:rsid w:val="006E5D65"/>
    <w:rsid w:val="006F1282"/>
    <w:rsid w:val="006F1FBC"/>
    <w:rsid w:val="006F31E2"/>
    <w:rsid w:val="00706544"/>
    <w:rsid w:val="007072BA"/>
    <w:rsid w:val="0071620A"/>
    <w:rsid w:val="0071723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D0E"/>
    <w:rsid w:val="007D6E56"/>
    <w:rsid w:val="007F1652"/>
    <w:rsid w:val="007F4155"/>
    <w:rsid w:val="0081554D"/>
    <w:rsid w:val="0081707E"/>
    <w:rsid w:val="00825007"/>
    <w:rsid w:val="008449B3"/>
    <w:rsid w:val="00845B2C"/>
    <w:rsid w:val="00851F45"/>
    <w:rsid w:val="0085747A"/>
    <w:rsid w:val="00884922"/>
    <w:rsid w:val="0088553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FFA"/>
    <w:rsid w:val="00946C55"/>
    <w:rsid w:val="009508DF"/>
    <w:rsid w:val="00950DAC"/>
    <w:rsid w:val="00954A07"/>
    <w:rsid w:val="00960607"/>
    <w:rsid w:val="00971C9C"/>
    <w:rsid w:val="0097375B"/>
    <w:rsid w:val="009846AD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2245B"/>
    <w:rsid w:val="00A24D19"/>
    <w:rsid w:val="00A30110"/>
    <w:rsid w:val="00A36899"/>
    <w:rsid w:val="00A371F6"/>
    <w:rsid w:val="00A43BF6"/>
    <w:rsid w:val="00A44E02"/>
    <w:rsid w:val="00A53FA5"/>
    <w:rsid w:val="00A54817"/>
    <w:rsid w:val="00A601C8"/>
    <w:rsid w:val="00A60799"/>
    <w:rsid w:val="00A84C85"/>
    <w:rsid w:val="00A9078A"/>
    <w:rsid w:val="00A97DE1"/>
    <w:rsid w:val="00AB053C"/>
    <w:rsid w:val="00AB3D51"/>
    <w:rsid w:val="00AD1146"/>
    <w:rsid w:val="00AD27D3"/>
    <w:rsid w:val="00AD66D6"/>
    <w:rsid w:val="00AD7DE6"/>
    <w:rsid w:val="00AE1160"/>
    <w:rsid w:val="00AE203C"/>
    <w:rsid w:val="00AE2E74"/>
    <w:rsid w:val="00AE5FCB"/>
    <w:rsid w:val="00AF2C1E"/>
    <w:rsid w:val="00B049B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1D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A29"/>
    <w:rsid w:val="00C67E92"/>
    <w:rsid w:val="00C70A26"/>
    <w:rsid w:val="00C766DF"/>
    <w:rsid w:val="00C865E5"/>
    <w:rsid w:val="00C94B98"/>
    <w:rsid w:val="00C95696"/>
    <w:rsid w:val="00CA2B96"/>
    <w:rsid w:val="00CA5089"/>
    <w:rsid w:val="00CB42CB"/>
    <w:rsid w:val="00CC0120"/>
    <w:rsid w:val="00CD6897"/>
    <w:rsid w:val="00CE0583"/>
    <w:rsid w:val="00CE5BAC"/>
    <w:rsid w:val="00CF25BE"/>
    <w:rsid w:val="00CF32A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B61"/>
    <w:rsid w:val="00DF320D"/>
    <w:rsid w:val="00DF71C8"/>
    <w:rsid w:val="00E129B8"/>
    <w:rsid w:val="00E21E7D"/>
    <w:rsid w:val="00E22FBC"/>
    <w:rsid w:val="00E24BF5"/>
    <w:rsid w:val="00E25338"/>
    <w:rsid w:val="00E51E44"/>
    <w:rsid w:val="00E6193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4F9"/>
    <w:rsid w:val="00F7066B"/>
    <w:rsid w:val="00F83B28"/>
    <w:rsid w:val="00FA2975"/>
    <w:rsid w:val="00FA46E5"/>
    <w:rsid w:val="00FB7DBA"/>
    <w:rsid w:val="00FC1C25"/>
    <w:rsid w:val="00FC3F45"/>
    <w:rsid w:val="00FD503F"/>
    <w:rsid w:val="00FD59E0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CF1E4"/>
  <w15:docId w15:val="{87FE33AA-B014-4F6B-A397-784909AE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70608-78BD-4816-8A9D-FFC89DEA2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138</TotalTime>
  <Pages>1</Pages>
  <Words>890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41</cp:revision>
  <cp:lastPrinted>2019-02-06T12:12:00Z</cp:lastPrinted>
  <dcterms:created xsi:type="dcterms:W3CDTF">2019-04-17T09:43:00Z</dcterms:created>
  <dcterms:modified xsi:type="dcterms:W3CDTF">2022-06-09T10:18:00Z</dcterms:modified>
</cp:coreProperties>
</file>